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1D06641" w14:textId="77777777" w:rsidTr="00F862D6">
        <w:tc>
          <w:tcPr>
            <w:tcW w:w="1020" w:type="dxa"/>
          </w:tcPr>
          <w:p w14:paraId="26C1339A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1" layoutInCell="0" allowOverlap="1" wp14:anchorId="281FB0DA" wp14:editId="62D0544A">
                      <wp:simplePos x="0" y="0"/>
                      <wp:positionH relativeFrom="page">
                        <wp:posOffset>4013200</wp:posOffset>
                      </wp:positionH>
                      <wp:positionV relativeFrom="page">
                        <wp:posOffset>1479550</wp:posOffset>
                      </wp:positionV>
                      <wp:extent cx="2412000" cy="1008000"/>
                      <wp:effectExtent l="0" t="0" r="7620" b="190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2000" cy="1008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30D4AD2" w14:textId="77777777" w:rsidR="000301A4" w:rsidRPr="000301A4" w:rsidRDefault="000301A4" w:rsidP="000301A4">
                                  <w:pPr>
                                    <w:pStyle w:val="Bezmezer"/>
                                  </w:pPr>
                                  <w:r w:rsidRPr="000301A4">
                                    <w:t>Správa železnic, státní organizace</w:t>
                                  </w:r>
                                </w:p>
                                <w:p w14:paraId="6FFC3E51" w14:textId="77777777" w:rsidR="000301A4" w:rsidRPr="000301A4" w:rsidRDefault="000301A4" w:rsidP="000301A4">
                                  <w:pPr>
                                    <w:pStyle w:val="Bezmezer"/>
                                  </w:pPr>
                                  <w:r w:rsidRPr="000301A4">
                                    <w:t>Stavební správa východ</w:t>
                                  </w:r>
                                </w:p>
                                <w:p w14:paraId="3AEF9613" w14:textId="77777777" w:rsidR="000301A4" w:rsidRPr="000301A4" w:rsidRDefault="000301A4" w:rsidP="000301A4">
                                  <w:pPr>
                                    <w:pStyle w:val="Bezmezer"/>
                                  </w:pPr>
                                  <w:r w:rsidRPr="000301A4">
                                    <w:t xml:space="preserve">Nerudova 1 </w:t>
                                  </w:r>
                                </w:p>
                                <w:p w14:paraId="145D1911" w14:textId="77777777" w:rsidR="000301A4" w:rsidRPr="000301A4" w:rsidRDefault="000301A4" w:rsidP="000301A4">
                                  <w:pPr>
                                    <w:pStyle w:val="Bezmezer"/>
                                  </w:pPr>
                                  <w:r w:rsidRPr="000301A4">
                                    <w:t xml:space="preserve">779 01 Olomouc </w:t>
                                  </w:r>
                                </w:p>
                                <w:p w14:paraId="32BBE7B0" w14:textId="77777777" w:rsidR="00764595" w:rsidRDefault="00764595" w:rsidP="00764595">
                                  <w:pPr>
                                    <w:pStyle w:val="Bezmezer"/>
                                    <w:rPr>
                                      <w:lang w:val="en-US"/>
                                    </w:rPr>
                                  </w:pPr>
                                </w:p>
                                <w:p w14:paraId="6DB4065A" w14:textId="77777777" w:rsidR="00BF180C" w:rsidRDefault="00BF180C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  <w:lang w:val="en-US"/>
                                    </w:rPr>
                                  </w:pPr>
                                </w:p>
                                <w:p w14:paraId="2E64AC79" w14:textId="77777777" w:rsidR="006527DC" w:rsidRDefault="006527DC" w:rsidP="006527DC">
                                  <w:pPr>
                                    <w:pStyle w:val="Bezmezer"/>
                                    <w:rPr>
                                      <w:rStyle w:val="Potovnadresa"/>
                                      <w:lang w:val="en-US"/>
                                    </w:rPr>
                                  </w:pPr>
                                </w:p>
                                <w:p w14:paraId="67396882" w14:textId="77777777" w:rsidR="006527DC" w:rsidRDefault="006527DC" w:rsidP="006527DC">
                                  <w:pPr>
                                    <w:pStyle w:val="Bezmezer"/>
                                    <w:rPr>
                                      <w:rStyle w:val="Potovnadresa"/>
                                      <w:lang w:val="en-US"/>
                                    </w:rPr>
                                  </w:pPr>
                                </w:p>
                                <w:p w14:paraId="206B392A" w14:textId="77777777" w:rsidR="006527DC" w:rsidRPr="00A51C32" w:rsidRDefault="006527DC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81FB0D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pt;margin-top:116.5pt;width:189.9pt;height:79.3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" o:allowincell="f" fillcolor="white [3212]" stroked="f" strokeweight=".5pt">
                      <v:textbox>
                        <w:txbxContent>
                          <w:p w14:paraId="430D4AD2" w14:textId="77777777" w:rsidR="000301A4" w:rsidRPr="000301A4" w:rsidRDefault="000301A4" w:rsidP="000301A4">
                            <w:pPr>
                              <w:pStyle w:val="Bezmezer"/>
                            </w:pPr>
                            <w:r w:rsidRPr="000301A4">
                              <w:t>Správa železnic, státní organizace</w:t>
                            </w:r>
                          </w:p>
                          <w:p w14:paraId="6FFC3E51" w14:textId="77777777" w:rsidR="000301A4" w:rsidRPr="000301A4" w:rsidRDefault="000301A4" w:rsidP="000301A4">
                            <w:pPr>
                              <w:pStyle w:val="Bezmezer"/>
                            </w:pPr>
                            <w:r w:rsidRPr="000301A4">
                              <w:t>Stavební správa východ</w:t>
                            </w:r>
                          </w:p>
                          <w:p w14:paraId="3AEF9613" w14:textId="77777777" w:rsidR="000301A4" w:rsidRPr="000301A4" w:rsidRDefault="000301A4" w:rsidP="000301A4">
                            <w:pPr>
                              <w:pStyle w:val="Bezmezer"/>
                            </w:pPr>
                            <w:r w:rsidRPr="000301A4">
                              <w:t xml:space="preserve">Nerudova 1 </w:t>
                            </w:r>
                          </w:p>
                          <w:p w14:paraId="145D1911" w14:textId="77777777" w:rsidR="000301A4" w:rsidRPr="000301A4" w:rsidRDefault="000301A4" w:rsidP="000301A4">
                            <w:pPr>
                              <w:pStyle w:val="Bezmezer"/>
                            </w:pPr>
                            <w:r w:rsidRPr="000301A4">
                              <w:t xml:space="preserve">779 01 Olomouc </w:t>
                            </w:r>
                          </w:p>
                          <w:p w14:paraId="32BBE7B0" w14:textId="77777777" w:rsidR="00764595" w:rsidRDefault="00764595" w:rsidP="00764595">
                            <w:pPr>
                              <w:pStyle w:val="Bezmezer"/>
                              <w:rPr>
                                <w:lang w:val="en-US"/>
                              </w:rPr>
                            </w:pPr>
                          </w:p>
                          <w:p w14:paraId="6DB4065A" w14:textId="77777777" w:rsidR="00BF180C" w:rsidRDefault="00BF180C" w:rsidP="00764595">
                            <w:pPr>
                              <w:pStyle w:val="Bezmezer"/>
                              <w:rPr>
                                <w:rStyle w:val="Potovnadresa"/>
                                <w:lang w:val="en-US"/>
                              </w:rPr>
                            </w:pPr>
                          </w:p>
                          <w:p w14:paraId="2E64AC79" w14:textId="77777777" w:rsidR="006527DC" w:rsidRDefault="006527DC" w:rsidP="006527DC">
                            <w:pPr>
                              <w:pStyle w:val="Bezmezer"/>
                              <w:rPr>
                                <w:rStyle w:val="Potovnadresa"/>
                                <w:lang w:val="en-US"/>
                              </w:rPr>
                            </w:pPr>
                          </w:p>
                          <w:p w14:paraId="67396882" w14:textId="77777777" w:rsidR="006527DC" w:rsidRDefault="006527DC" w:rsidP="006527DC">
                            <w:pPr>
                              <w:pStyle w:val="Bezmezer"/>
                              <w:rPr>
                                <w:rStyle w:val="Potovnadresa"/>
                                <w:lang w:val="en-US"/>
                              </w:rPr>
                            </w:pPr>
                          </w:p>
                          <w:p w14:paraId="206B392A" w14:textId="77777777" w:rsidR="006527DC" w:rsidRPr="00A51C32" w:rsidRDefault="006527DC" w:rsidP="00764595">
                            <w:pPr>
                              <w:pStyle w:val="Bezmezer"/>
                              <w:rPr>
                                <w:rStyle w:val="Potovnadresa"/>
                                <w:lang w:val="en-US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F310F8">
              <w:t>Váš dopis zn.</w:t>
            </w:r>
          </w:p>
        </w:tc>
        <w:tc>
          <w:tcPr>
            <w:tcW w:w="2552" w:type="dxa"/>
          </w:tcPr>
          <w:p w14:paraId="5CE572D6" w14:textId="334AAE07" w:rsidR="00F64786" w:rsidRDefault="000301A4" w:rsidP="00F3316E">
            <w:r w:rsidRPr="00830C87">
              <w:t>IS C.E.Sta.</w:t>
            </w:r>
          </w:p>
        </w:tc>
        <w:tc>
          <w:tcPr>
            <w:tcW w:w="823" w:type="dxa"/>
          </w:tcPr>
          <w:p w14:paraId="6973580D" w14:textId="77777777" w:rsidR="00F64786" w:rsidRDefault="00F64786" w:rsidP="0077673A"/>
        </w:tc>
        <w:tc>
          <w:tcPr>
            <w:tcW w:w="3685" w:type="dxa"/>
          </w:tcPr>
          <w:p w14:paraId="0905E289" w14:textId="77777777" w:rsidR="00F64786" w:rsidRDefault="00F64786" w:rsidP="0077673A"/>
        </w:tc>
      </w:tr>
      <w:tr w:rsidR="00F862D6" w14:paraId="6DD65859" w14:textId="77777777" w:rsidTr="00596C7E">
        <w:tc>
          <w:tcPr>
            <w:tcW w:w="1020" w:type="dxa"/>
          </w:tcPr>
          <w:p w14:paraId="72EFA633" w14:textId="77777777" w:rsidR="00F862D6" w:rsidRDefault="00F862D6" w:rsidP="0077673A">
            <w:r w:rsidRPr="00F310F8">
              <w:t>Ze dne</w:t>
            </w:r>
          </w:p>
        </w:tc>
        <w:tc>
          <w:tcPr>
            <w:tcW w:w="2552" w:type="dxa"/>
          </w:tcPr>
          <w:p w14:paraId="6EC7E384" w14:textId="70D802A5" w:rsidR="00F862D6" w:rsidRDefault="000301A4" w:rsidP="00764595">
            <w:r>
              <w:t>13.08</w:t>
            </w:r>
            <w:r w:rsidR="004F6885" w:rsidRPr="004F6885">
              <w:t>.2020</w:t>
            </w:r>
          </w:p>
        </w:tc>
        <w:tc>
          <w:tcPr>
            <w:tcW w:w="823" w:type="dxa"/>
          </w:tcPr>
          <w:p w14:paraId="05703BDD" w14:textId="77777777" w:rsidR="00F862D6" w:rsidRDefault="00F862D6" w:rsidP="0077673A"/>
        </w:tc>
        <w:tc>
          <w:tcPr>
            <w:tcW w:w="3685" w:type="dxa"/>
            <w:vMerge w:val="restart"/>
          </w:tcPr>
          <w:p w14:paraId="3DB538F8" w14:textId="77777777" w:rsidR="00596C7E" w:rsidRDefault="00596C7E" w:rsidP="00596C7E">
            <w:pPr>
              <w:rPr>
                <w:rStyle w:val="Potovnadresa"/>
              </w:rPr>
            </w:pPr>
          </w:p>
          <w:p w14:paraId="6C5757F6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00D991FA" w14:textId="77777777" w:rsidTr="00F862D6">
        <w:tc>
          <w:tcPr>
            <w:tcW w:w="1020" w:type="dxa"/>
          </w:tcPr>
          <w:p w14:paraId="53084265" w14:textId="77777777" w:rsidR="00F862D6" w:rsidRDefault="00F862D6" w:rsidP="0077673A">
            <w:r>
              <w:t>Naše zn.</w:t>
            </w:r>
          </w:p>
        </w:tc>
        <w:tc>
          <w:tcPr>
            <w:tcW w:w="2552" w:type="dxa"/>
          </w:tcPr>
          <w:p w14:paraId="7EE80477" w14:textId="112F019C" w:rsidR="00F862D6" w:rsidRPr="004B09BA" w:rsidRDefault="005B7793" w:rsidP="0077673A">
            <w:r w:rsidRPr="005B7793">
              <w:t>58476</w:t>
            </w:r>
            <w:r w:rsidR="004F6885" w:rsidRPr="004F6885">
              <w:t>/2020-SŽ-GŘ-O30</w:t>
            </w:r>
          </w:p>
        </w:tc>
        <w:tc>
          <w:tcPr>
            <w:tcW w:w="823" w:type="dxa"/>
          </w:tcPr>
          <w:p w14:paraId="26003906" w14:textId="77777777" w:rsidR="00F862D6" w:rsidRDefault="00F862D6" w:rsidP="0077673A"/>
        </w:tc>
        <w:tc>
          <w:tcPr>
            <w:tcW w:w="3685" w:type="dxa"/>
            <w:vMerge/>
          </w:tcPr>
          <w:p w14:paraId="71987551" w14:textId="77777777" w:rsidR="00F862D6" w:rsidRDefault="00F862D6" w:rsidP="0077673A"/>
        </w:tc>
      </w:tr>
      <w:tr w:rsidR="00F862D6" w14:paraId="4C0D7E5C" w14:textId="77777777" w:rsidTr="00F862D6">
        <w:tc>
          <w:tcPr>
            <w:tcW w:w="1020" w:type="dxa"/>
          </w:tcPr>
          <w:p w14:paraId="35C1C683" w14:textId="77777777" w:rsidR="00F862D6" w:rsidRPr="00D35995" w:rsidRDefault="00F862D6" w:rsidP="0077673A">
            <w:r w:rsidRPr="00D35995">
              <w:t>Listů/příloh</w:t>
            </w:r>
          </w:p>
        </w:tc>
        <w:tc>
          <w:tcPr>
            <w:tcW w:w="2552" w:type="dxa"/>
          </w:tcPr>
          <w:p w14:paraId="65E96D40" w14:textId="31A9BC2E" w:rsidR="00F862D6" w:rsidRPr="00D35995" w:rsidRDefault="00D35995" w:rsidP="0077673A">
            <w:r w:rsidRPr="00D35995">
              <w:t>1</w:t>
            </w:r>
            <w:r w:rsidR="00653D4A" w:rsidRPr="00D35995">
              <w:t>/</w:t>
            </w:r>
            <w:r w:rsidR="00A66134" w:rsidRPr="00D35995">
              <w:t>0</w:t>
            </w:r>
          </w:p>
        </w:tc>
        <w:tc>
          <w:tcPr>
            <w:tcW w:w="823" w:type="dxa"/>
          </w:tcPr>
          <w:p w14:paraId="47111780" w14:textId="77777777" w:rsidR="00F862D6" w:rsidRDefault="00F862D6" w:rsidP="0077673A"/>
        </w:tc>
        <w:tc>
          <w:tcPr>
            <w:tcW w:w="3685" w:type="dxa"/>
            <w:vMerge/>
          </w:tcPr>
          <w:p w14:paraId="75BF6EE0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6E90388" w14:textId="77777777" w:rsidTr="00F862D6">
        <w:tc>
          <w:tcPr>
            <w:tcW w:w="1020" w:type="dxa"/>
          </w:tcPr>
          <w:p w14:paraId="3CB57A58" w14:textId="77777777" w:rsidR="00F862D6" w:rsidRDefault="00F862D6" w:rsidP="0077673A"/>
        </w:tc>
        <w:tc>
          <w:tcPr>
            <w:tcW w:w="2552" w:type="dxa"/>
          </w:tcPr>
          <w:p w14:paraId="19236387" w14:textId="77777777" w:rsidR="00F862D6" w:rsidRDefault="00F862D6" w:rsidP="0077673A"/>
        </w:tc>
        <w:tc>
          <w:tcPr>
            <w:tcW w:w="823" w:type="dxa"/>
          </w:tcPr>
          <w:p w14:paraId="7DADF88C" w14:textId="77777777" w:rsidR="00F862D6" w:rsidRDefault="00F862D6" w:rsidP="0077673A"/>
        </w:tc>
        <w:tc>
          <w:tcPr>
            <w:tcW w:w="3685" w:type="dxa"/>
            <w:vMerge/>
          </w:tcPr>
          <w:p w14:paraId="16251024" w14:textId="77777777" w:rsidR="00F862D6" w:rsidRDefault="00F862D6" w:rsidP="0077673A"/>
        </w:tc>
      </w:tr>
      <w:tr w:rsidR="00F862D6" w14:paraId="5C159EC8" w14:textId="77777777" w:rsidTr="00F862D6">
        <w:tc>
          <w:tcPr>
            <w:tcW w:w="1020" w:type="dxa"/>
          </w:tcPr>
          <w:p w14:paraId="543932B3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315AE302" w14:textId="040B26FB" w:rsidR="009D5221" w:rsidRDefault="00653D4A" w:rsidP="00653D4A">
            <w:r>
              <w:t xml:space="preserve">Ing. </w:t>
            </w:r>
            <w:r w:rsidR="004F6885">
              <w:t xml:space="preserve">Jakub </w:t>
            </w:r>
            <w:r>
              <w:t>Vaněk</w:t>
            </w:r>
          </w:p>
        </w:tc>
        <w:tc>
          <w:tcPr>
            <w:tcW w:w="823" w:type="dxa"/>
          </w:tcPr>
          <w:p w14:paraId="06C37F60" w14:textId="77777777" w:rsidR="00F862D6" w:rsidRDefault="00F862D6" w:rsidP="0077673A"/>
        </w:tc>
        <w:tc>
          <w:tcPr>
            <w:tcW w:w="3685" w:type="dxa"/>
            <w:vMerge/>
          </w:tcPr>
          <w:p w14:paraId="14FA2978" w14:textId="77777777" w:rsidR="00F862D6" w:rsidRDefault="00F862D6" w:rsidP="0077673A"/>
        </w:tc>
      </w:tr>
      <w:tr w:rsidR="004B09BA" w14:paraId="1D71812A" w14:textId="77777777" w:rsidTr="00F862D6">
        <w:tc>
          <w:tcPr>
            <w:tcW w:w="1020" w:type="dxa"/>
          </w:tcPr>
          <w:p w14:paraId="447955B8" w14:textId="77777777" w:rsidR="004B09BA" w:rsidRDefault="004B09BA" w:rsidP="004B09BA">
            <w:r>
              <w:t>Telefon</w:t>
            </w:r>
          </w:p>
        </w:tc>
        <w:tc>
          <w:tcPr>
            <w:tcW w:w="2552" w:type="dxa"/>
          </w:tcPr>
          <w:p w14:paraId="7DDA3F5E" w14:textId="1F7F3004" w:rsidR="009D5221" w:rsidRDefault="004F6885" w:rsidP="004B09BA">
            <w:r w:rsidRPr="004F6885">
              <w:t>+420 972 765</w:t>
            </w:r>
            <w:r w:rsidR="009D5221">
              <w:t> </w:t>
            </w:r>
            <w:r w:rsidRPr="004F6885">
              <w:t>005</w:t>
            </w:r>
          </w:p>
        </w:tc>
        <w:tc>
          <w:tcPr>
            <w:tcW w:w="823" w:type="dxa"/>
          </w:tcPr>
          <w:p w14:paraId="38BDFCF3" w14:textId="77777777" w:rsidR="004B09BA" w:rsidRDefault="004B09BA" w:rsidP="004B09BA"/>
        </w:tc>
        <w:tc>
          <w:tcPr>
            <w:tcW w:w="3685" w:type="dxa"/>
            <w:vMerge/>
          </w:tcPr>
          <w:p w14:paraId="6B9DBD3B" w14:textId="77777777" w:rsidR="004B09BA" w:rsidRDefault="004B09BA" w:rsidP="004B09BA"/>
        </w:tc>
      </w:tr>
      <w:tr w:rsidR="004B09BA" w14:paraId="53C222DC" w14:textId="77777777" w:rsidTr="00F862D6">
        <w:tc>
          <w:tcPr>
            <w:tcW w:w="1020" w:type="dxa"/>
          </w:tcPr>
          <w:p w14:paraId="2674DE22" w14:textId="77777777" w:rsidR="004B09BA" w:rsidRDefault="004B09BA" w:rsidP="004B09BA">
            <w:r>
              <w:t>Mobil</w:t>
            </w:r>
          </w:p>
        </w:tc>
        <w:tc>
          <w:tcPr>
            <w:tcW w:w="2552" w:type="dxa"/>
          </w:tcPr>
          <w:p w14:paraId="6C7A88D4" w14:textId="2043FA60" w:rsidR="009D5221" w:rsidRDefault="004F6885" w:rsidP="000301A4">
            <w:r>
              <w:t>+420 727 950</w:t>
            </w:r>
            <w:r w:rsidR="009D5221">
              <w:t> </w:t>
            </w:r>
            <w:r>
              <w:t>463</w:t>
            </w:r>
          </w:p>
        </w:tc>
        <w:tc>
          <w:tcPr>
            <w:tcW w:w="823" w:type="dxa"/>
          </w:tcPr>
          <w:p w14:paraId="33E01BFC" w14:textId="77777777" w:rsidR="004B09BA" w:rsidRDefault="004B09BA" w:rsidP="004B09BA"/>
        </w:tc>
        <w:tc>
          <w:tcPr>
            <w:tcW w:w="3685" w:type="dxa"/>
            <w:vMerge/>
          </w:tcPr>
          <w:p w14:paraId="379E6CD6" w14:textId="77777777" w:rsidR="004B09BA" w:rsidRDefault="004B09BA" w:rsidP="004B09BA"/>
        </w:tc>
      </w:tr>
      <w:tr w:rsidR="004B09BA" w14:paraId="68478ED7" w14:textId="77777777" w:rsidTr="00F862D6">
        <w:tc>
          <w:tcPr>
            <w:tcW w:w="1020" w:type="dxa"/>
          </w:tcPr>
          <w:p w14:paraId="59C038F2" w14:textId="77777777" w:rsidR="004B09BA" w:rsidRDefault="004B09BA" w:rsidP="004B09BA">
            <w:r>
              <w:t>E-mail</w:t>
            </w:r>
          </w:p>
        </w:tc>
        <w:tc>
          <w:tcPr>
            <w:tcW w:w="2552" w:type="dxa"/>
          </w:tcPr>
          <w:p w14:paraId="3E5592C0" w14:textId="46BEE281" w:rsidR="009D5221" w:rsidRDefault="00653D4A" w:rsidP="00653D4A">
            <w:r>
              <w:t>VanekJak</w:t>
            </w:r>
            <w:r w:rsidR="004F6885">
              <w:t>@</w:t>
            </w:r>
            <w:r>
              <w:t xml:space="preserve">spravazeleznic.cz </w:t>
            </w:r>
          </w:p>
        </w:tc>
        <w:tc>
          <w:tcPr>
            <w:tcW w:w="823" w:type="dxa"/>
          </w:tcPr>
          <w:p w14:paraId="73EBACBC" w14:textId="77777777" w:rsidR="004B09BA" w:rsidRDefault="004B09BA" w:rsidP="004B09BA"/>
        </w:tc>
        <w:tc>
          <w:tcPr>
            <w:tcW w:w="3685" w:type="dxa"/>
            <w:vMerge/>
          </w:tcPr>
          <w:p w14:paraId="334E9219" w14:textId="77777777" w:rsidR="004B09BA" w:rsidRDefault="004B09BA" w:rsidP="004B09BA"/>
        </w:tc>
      </w:tr>
      <w:tr w:rsidR="004B09BA" w14:paraId="60AD0E90" w14:textId="77777777" w:rsidTr="00F862D6">
        <w:tc>
          <w:tcPr>
            <w:tcW w:w="1020" w:type="dxa"/>
          </w:tcPr>
          <w:p w14:paraId="1C3FAC11" w14:textId="77777777" w:rsidR="004B09BA" w:rsidRDefault="004B09BA" w:rsidP="004B09BA"/>
        </w:tc>
        <w:tc>
          <w:tcPr>
            <w:tcW w:w="2552" w:type="dxa"/>
          </w:tcPr>
          <w:p w14:paraId="51B8D979" w14:textId="77777777" w:rsidR="004B09BA" w:rsidRDefault="004B09BA" w:rsidP="004B09BA"/>
        </w:tc>
        <w:tc>
          <w:tcPr>
            <w:tcW w:w="823" w:type="dxa"/>
          </w:tcPr>
          <w:p w14:paraId="3B7BD3DE" w14:textId="77777777" w:rsidR="004B09BA" w:rsidRDefault="004B09BA" w:rsidP="004B09BA"/>
        </w:tc>
        <w:tc>
          <w:tcPr>
            <w:tcW w:w="3685" w:type="dxa"/>
          </w:tcPr>
          <w:p w14:paraId="187BCE7B" w14:textId="77777777" w:rsidR="004B09BA" w:rsidRDefault="004B09BA" w:rsidP="004B09BA"/>
        </w:tc>
      </w:tr>
      <w:tr w:rsidR="004B09BA" w14:paraId="0809F3FE" w14:textId="77777777" w:rsidTr="00F862D6">
        <w:tc>
          <w:tcPr>
            <w:tcW w:w="1020" w:type="dxa"/>
          </w:tcPr>
          <w:p w14:paraId="6A1487E5" w14:textId="77777777" w:rsidR="004B09BA" w:rsidRDefault="004B09BA" w:rsidP="004B09BA">
            <w:r>
              <w:t>Datum</w:t>
            </w:r>
          </w:p>
        </w:tc>
        <w:tc>
          <w:tcPr>
            <w:tcW w:w="2552" w:type="dxa"/>
          </w:tcPr>
          <w:p w14:paraId="30AE5760" w14:textId="20F6B951" w:rsidR="004B09BA" w:rsidRDefault="00BE701F" w:rsidP="004B09BA">
            <w:r>
              <w:t>01.09</w:t>
            </w:r>
            <w:r w:rsidR="004F6885" w:rsidRPr="004F6885">
              <w:t>.2020</w:t>
            </w:r>
          </w:p>
        </w:tc>
        <w:tc>
          <w:tcPr>
            <w:tcW w:w="823" w:type="dxa"/>
          </w:tcPr>
          <w:p w14:paraId="2B5AC908" w14:textId="77777777" w:rsidR="004B09BA" w:rsidRDefault="004B09BA" w:rsidP="004B09BA"/>
        </w:tc>
        <w:tc>
          <w:tcPr>
            <w:tcW w:w="3685" w:type="dxa"/>
          </w:tcPr>
          <w:p w14:paraId="54DEF280" w14:textId="77777777" w:rsidR="004B09BA" w:rsidRDefault="004B09BA" w:rsidP="004B09BA"/>
        </w:tc>
      </w:tr>
      <w:tr w:rsidR="00F64786" w14:paraId="252F9F93" w14:textId="77777777" w:rsidTr="00F862D6">
        <w:tc>
          <w:tcPr>
            <w:tcW w:w="1020" w:type="dxa"/>
          </w:tcPr>
          <w:p w14:paraId="00E20270" w14:textId="77777777" w:rsidR="00F64786" w:rsidRDefault="00F64786" w:rsidP="0077673A"/>
        </w:tc>
        <w:tc>
          <w:tcPr>
            <w:tcW w:w="2552" w:type="dxa"/>
          </w:tcPr>
          <w:p w14:paraId="798427C6" w14:textId="77777777" w:rsidR="00F64786" w:rsidRDefault="00F64786" w:rsidP="00F310F8"/>
        </w:tc>
        <w:tc>
          <w:tcPr>
            <w:tcW w:w="823" w:type="dxa"/>
          </w:tcPr>
          <w:p w14:paraId="5DF6D3C3" w14:textId="77777777" w:rsidR="00F64786" w:rsidRDefault="00F64786" w:rsidP="0077673A"/>
        </w:tc>
        <w:tc>
          <w:tcPr>
            <w:tcW w:w="3685" w:type="dxa"/>
          </w:tcPr>
          <w:p w14:paraId="6126B661" w14:textId="77777777" w:rsidR="00F64786" w:rsidRDefault="00F64786" w:rsidP="0077673A"/>
        </w:tc>
      </w:tr>
      <w:tr w:rsidR="00F862D6" w14:paraId="174D8372" w14:textId="77777777" w:rsidTr="00B45E9E">
        <w:trPr>
          <w:trHeight w:val="794"/>
        </w:trPr>
        <w:tc>
          <w:tcPr>
            <w:tcW w:w="1020" w:type="dxa"/>
          </w:tcPr>
          <w:p w14:paraId="2F09994E" w14:textId="77777777" w:rsidR="00F862D6" w:rsidRDefault="00F862D6" w:rsidP="0077673A"/>
        </w:tc>
        <w:tc>
          <w:tcPr>
            <w:tcW w:w="2552" w:type="dxa"/>
          </w:tcPr>
          <w:p w14:paraId="1E4B0314" w14:textId="77777777" w:rsidR="00F862D6" w:rsidRDefault="00F862D6" w:rsidP="00F310F8"/>
        </w:tc>
        <w:tc>
          <w:tcPr>
            <w:tcW w:w="823" w:type="dxa"/>
          </w:tcPr>
          <w:p w14:paraId="3EC1E384" w14:textId="77777777" w:rsidR="00F862D6" w:rsidRDefault="00F862D6" w:rsidP="0077673A"/>
        </w:tc>
        <w:tc>
          <w:tcPr>
            <w:tcW w:w="3685" w:type="dxa"/>
          </w:tcPr>
          <w:p w14:paraId="2F422335" w14:textId="77777777" w:rsidR="00F862D6" w:rsidRDefault="00F862D6" w:rsidP="0077673A"/>
        </w:tc>
      </w:tr>
    </w:tbl>
    <w:p w14:paraId="1F3801C7" w14:textId="2A21E5C4" w:rsidR="0076658C" w:rsidRPr="0076658C" w:rsidRDefault="009C2B64" w:rsidP="0076658C">
      <w:pPr>
        <w:pStyle w:val="Pedmtdopisu"/>
        <w:rPr>
          <w:bCs/>
        </w:rPr>
      </w:pPr>
      <w:r w:rsidRPr="009C2B64">
        <w:rPr>
          <w:bCs/>
        </w:rPr>
        <w:t>Rekonstrukce výpravní budovy v žst. Ostružná</w:t>
      </w:r>
    </w:p>
    <w:p w14:paraId="619C6D67" w14:textId="6F314F91" w:rsidR="00574FA0" w:rsidRPr="00022453" w:rsidRDefault="00574FA0" w:rsidP="00574FA0">
      <w:r w:rsidRPr="00022453">
        <w:t>Po prostudování předložené dokumentace pro stavební povolení na výše uvedenou stavbu odbor 30 sděluje, že došel k závěru, že tato</w:t>
      </w:r>
      <w:r>
        <w:t xml:space="preserve"> dokumentace</w:t>
      </w:r>
      <w:r w:rsidRPr="00022453">
        <w:t xml:space="preserve"> není dostatečným podkladem </w:t>
      </w:r>
      <w:r>
        <w:br/>
      </w:r>
      <w:r w:rsidRPr="00022453">
        <w:t xml:space="preserve">pro posouzení požární bezpečnosti a </w:t>
      </w:r>
      <w:r w:rsidR="00542CD0">
        <w:t>požadujeme tedy předložit k posouzení</w:t>
      </w:r>
      <w:r w:rsidRPr="00022453">
        <w:t>:</w:t>
      </w:r>
    </w:p>
    <w:p w14:paraId="2DF21F7A" w14:textId="60B784A1" w:rsidR="00574FA0" w:rsidRDefault="00574FA0" w:rsidP="00D35995">
      <w:pPr>
        <w:pStyle w:val="Odstavecseseznamem"/>
        <w:numPr>
          <w:ilvl w:val="0"/>
          <w:numId w:val="6"/>
        </w:numPr>
        <w:spacing w:after="180"/>
        <w:ind w:left="714" w:hanging="357"/>
        <w:contextualSpacing w:val="0"/>
      </w:pPr>
      <w:r w:rsidRPr="00574FA0">
        <w:rPr>
          <w:b/>
          <w:bCs/>
        </w:rPr>
        <w:t xml:space="preserve">Požárně bezpečnostní řešení stavby </w:t>
      </w:r>
      <w:r w:rsidRPr="006963B2">
        <w:t>v rozsahu</w:t>
      </w:r>
      <w:r>
        <w:t xml:space="preserve"> § </w:t>
      </w:r>
      <w:r w:rsidRPr="006963B2">
        <w:t xml:space="preserve">41 vyhlášky č. 246/2001 Sb., </w:t>
      </w:r>
      <w:r w:rsidR="00542CD0">
        <w:br/>
      </w:r>
      <w:r w:rsidRPr="006963B2">
        <w:t>ve znění pozdějších předpisů a to ve všech souvislostech v souladu s Meto</w:t>
      </w:r>
      <w:r>
        <w:t xml:space="preserve">dickým návodem pro NAVRHOVÁNÍ A </w:t>
      </w:r>
      <w:r w:rsidRPr="006963B2">
        <w:t>POSUZOVÁNÍ POŽÁRNĚ BEZPEČNOSTNÍHO ŘEŠENÍ (Ministerstvo vnitra - generální ředitelství HZS ČR, srpen 2018).</w:t>
      </w:r>
      <w:r>
        <w:t xml:space="preserve"> </w:t>
      </w:r>
    </w:p>
    <w:p w14:paraId="04611C60" w14:textId="16BC83B6" w:rsidR="00E968DE" w:rsidRDefault="00CE0131" w:rsidP="00E968DE">
      <w:pPr>
        <w:pStyle w:val="Odstavecseseznamem"/>
        <w:numPr>
          <w:ilvl w:val="0"/>
          <w:numId w:val="6"/>
        </w:numPr>
        <w:spacing w:after="180"/>
      </w:pPr>
      <w:r>
        <w:t>K</w:t>
      </w:r>
      <w:r w:rsidR="00C24FAB">
        <w:t xml:space="preserve">ompletní dokumentaci ve stupni </w:t>
      </w:r>
      <w:r>
        <w:t>Dokumentace pro stavební povolení</w:t>
      </w:r>
      <w:r w:rsidR="00C24FAB">
        <w:t xml:space="preserve"> v rozsahu vyhlášky č. 499/2006 Sb. o dokumentaci staveb, ve znění pozdějších předpisů </w:t>
      </w:r>
      <w:r>
        <w:br/>
      </w:r>
      <w:r w:rsidR="00E968DE" w:rsidRPr="00E968DE">
        <w:t>a Sm</w:t>
      </w:r>
      <w:r w:rsidR="00E968DE">
        <w:t>ěrnice GŘ SŽDC, s.o. č.</w:t>
      </w:r>
      <w:r>
        <w:t xml:space="preserve"> </w:t>
      </w:r>
      <w:r w:rsidR="00E968DE">
        <w:t>11/2006 ve znění Změny</w:t>
      </w:r>
      <w:r w:rsidR="00E968DE" w:rsidRPr="00E968DE">
        <w:t xml:space="preserve"> č.</w:t>
      </w:r>
      <w:r>
        <w:t xml:space="preserve"> </w:t>
      </w:r>
      <w:r w:rsidR="00E968DE" w:rsidRPr="00E968DE">
        <w:t>1 - Dokumentace pro přípravu staveb na železničních drahách celostátních a regionálních, v platném znění, včetně příslušných dodatků</w:t>
      </w:r>
      <w:r w:rsidR="00E968DE">
        <w:t xml:space="preserve">. Zejména je nutno doložit detail přechodu soklové a nadzemní části </w:t>
      </w:r>
      <w:r w:rsidR="00D35995">
        <w:t>ETICS, technické zprávy</w:t>
      </w:r>
      <w:bookmarkStart w:id="0" w:name="_GoBack"/>
      <w:bookmarkEnd w:id="0"/>
      <w:r w:rsidR="00D35995">
        <w:t xml:space="preserve"> a část elektro (silnouproud, slaboproud). </w:t>
      </w:r>
    </w:p>
    <w:p w14:paraId="2BDD7290" w14:textId="13EB36D4" w:rsidR="00503210" w:rsidRPr="003F7A60" w:rsidRDefault="00503210" w:rsidP="00054F95">
      <w:pPr>
        <w:spacing w:after="120"/>
      </w:pPr>
    </w:p>
    <w:p w14:paraId="714B6944" w14:textId="72C894BB" w:rsidR="0041434F" w:rsidRDefault="0041434F" w:rsidP="00054F95">
      <w:pPr>
        <w:spacing w:after="120"/>
      </w:pPr>
    </w:p>
    <w:p w14:paraId="2C15660D" w14:textId="07D73B8A" w:rsidR="00B716A7" w:rsidRDefault="00B716A7" w:rsidP="00054F95"/>
    <w:p w14:paraId="15C4E8AE" w14:textId="7923099C" w:rsidR="002A380E" w:rsidRDefault="002A380E" w:rsidP="008E73AC"/>
    <w:p w14:paraId="130BAF9C" w14:textId="30C54629" w:rsidR="00611C10" w:rsidRPr="008E73AC" w:rsidRDefault="00611C10" w:rsidP="008E73AC"/>
    <w:p w14:paraId="68BF5A05" w14:textId="3CC755AC" w:rsidR="008E73AC" w:rsidRPr="008E73AC" w:rsidRDefault="008E73AC" w:rsidP="008E73AC">
      <w:pPr>
        <w:spacing w:after="0"/>
      </w:pPr>
      <w:r w:rsidRPr="008E73AC">
        <w:t>Ing. Mgr. Vladimír Abraham, MBA</w:t>
      </w:r>
      <w:r w:rsidR="00D00F4A">
        <w:t xml:space="preserve"> v.r.</w:t>
      </w:r>
    </w:p>
    <w:p w14:paraId="0FED6150" w14:textId="296B0709" w:rsidR="008E73AC" w:rsidRPr="008E73AC" w:rsidRDefault="008E73AC" w:rsidP="008E73AC">
      <w:pPr>
        <w:spacing w:after="0"/>
      </w:pPr>
      <w:r w:rsidRPr="008E73AC">
        <w:t>ředitel</w:t>
      </w:r>
      <w:r w:rsidR="007D3643">
        <w:t xml:space="preserve"> </w:t>
      </w:r>
    </w:p>
    <w:p w14:paraId="4A68A4EB" w14:textId="51173BB1" w:rsidR="00B45E9E" w:rsidRDefault="008E73AC" w:rsidP="001528CB">
      <w:pPr>
        <w:spacing w:after="0"/>
      </w:pPr>
      <w:r w:rsidRPr="008E73AC">
        <w:t>Odbor bezpečnosti a krizového řízení</w:t>
      </w:r>
      <w:r w:rsidR="009D030B">
        <w:t xml:space="preserve"> </w:t>
      </w:r>
    </w:p>
    <w:p w14:paraId="0359C627" w14:textId="38D4148A" w:rsidR="00D00F4A" w:rsidRDefault="00D00F4A" w:rsidP="001528CB">
      <w:pPr>
        <w:spacing w:after="0"/>
      </w:pPr>
      <w:r>
        <w:t xml:space="preserve">Za správnost: Ing. Jakub Vaněk </w:t>
      </w:r>
    </w:p>
    <w:p w14:paraId="36E7FF31" w14:textId="3CCD0CE2" w:rsidR="00385A45" w:rsidRDefault="00385A45" w:rsidP="001528CB">
      <w:pPr>
        <w:spacing w:after="0"/>
      </w:pPr>
    </w:p>
    <w:p w14:paraId="70161267" w14:textId="6608E9C6" w:rsidR="00385A45" w:rsidRDefault="00385A45" w:rsidP="001528CB">
      <w:pPr>
        <w:spacing w:after="0"/>
      </w:pPr>
    </w:p>
    <w:p w14:paraId="7EFD5028" w14:textId="78D76D18" w:rsidR="004152A8" w:rsidRDefault="004152A8" w:rsidP="001528CB">
      <w:pPr>
        <w:spacing w:after="0"/>
      </w:pPr>
    </w:p>
    <w:p w14:paraId="7B81185E" w14:textId="77777777" w:rsidR="004152A8" w:rsidRPr="001528CB" w:rsidRDefault="004152A8" w:rsidP="001528CB">
      <w:pPr>
        <w:spacing w:after="0"/>
      </w:pPr>
    </w:p>
    <w:sectPr w:rsidR="004152A8" w:rsidRPr="001528CB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CD8B13" w14:textId="77777777" w:rsidR="0008684E" w:rsidRDefault="0008684E" w:rsidP="00962258">
      <w:pPr>
        <w:spacing w:after="0" w:line="240" w:lineRule="auto"/>
      </w:pPr>
      <w:r>
        <w:separator/>
      </w:r>
    </w:p>
  </w:endnote>
  <w:endnote w:type="continuationSeparator" w:id="0">
    <w:p w14:paraId="3A921FF9" w14:textId="77777777" w:rsidR="0008684E" w:rsidRDefault="0008684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CD9AC" w14:textId="77777777" w:rsidR="009C6912" w:rsidRDefault="009C691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84474D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931477A" w14:textId="2B04C6A4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968D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968D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8FF8C6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479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E26241E" w14:textId="77777777" w:rsidR="00F1715C" w:rsidRDefault="00F1715C" w:rsidP="00D831A3">
          <w:pPr>
            <w:pStyle w:val="Zpat"/>
          </w:pPr>
        </w:p>
      </w:tc>
    </w:tr>
  </w:tbl>
  <w:p w14:paraId="5542D25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76B6FDB" wp14:editId="2FAEE7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FBEF9C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3F8880A" wp14:editId="5087DA3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E50740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D7EB06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1FE57F" w14:textId="40FAB86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\* MERGEFORMAT</w:instrText>
          </w:r>
          <w:r w:rsidRPr="00B8518B">
            <w:rPr>
              <w:rStyle w:val="slostrnky"/>
            </w:rPr>
            <w:fldChar w:fldCharType="separate"/>
          </w:r>
          <w:r w:rsidR="00CE013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NUMPAGES \* MERGEFORMAT</w:instrText>
          </w:r>
          <w:r w:rsidRPr="00B8518B">
            <w:rPr>
              <w:rStyle w:val="slostrnky"/>
            </w:rPr>
            <w:fldChar w:fldCharType="separate"/>
          </w:r>
          <w:r w:rsidR="00CE013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B433A6" w14:textId="626BAD73" w:rsidR="00F1715C" w:rsidRDefault="00F1715C" w:rsidP="00460660">
          <w:pPr>
            <w:pStyle w:val="Zpat"/>
          </w:pPr>
          <w:r>
            <w:t>Správa železni</w:t>
          </w:r>
          <w:r w:rsidR="009C6912">
            <w:t>c</w:t>
          </w:r>
          <w:r>
            <w:t>, státní organizace</w:t>
          </w:r>
        </w:p>
        <w:p w14:paraId="4A2E1A2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5AF3D5C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0ED1ECC8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26757FE3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4B7E908" w14:textId="77777777"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14:paraId="1E7388E9" w14:textId="77777777"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14:paraId="5158248A" w14:textId="77777777" w:rsidR="00F1715C" w:rsidRDefault="00B45E9E" w:rsidP="00B45E9E">
          <w:pPr>
            <w:pStyle w:val="Zpat"/>
          </w:pPr>
          <w:r w:rsidRPr="00B45E9E">
            <w:rPr>
              <w:b/>
            </w:rPr>
            <w:t>110 00 Praha</w:t>
          </w:r>
        </w:p>
      </w:tc>
    </w:tr>
  </w:tbl>
  <w:p w14:paraId="40432DD3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397C4BF5" wp14:editId="707AC2F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637916" id="Straight Connector 7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3095F963" wp14:editId="048D106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A86850" id="Straight Connector 10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C41C487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2C3710" w14:textId="77777777" w:rsidR="0008684E" w:rsidRDefault="0008684E" w:rsidP="00962258">
      <w:pPr>
        <w:spacing w:after="0" w:line="240" w:lineRule="auto"/>
      </w:pPr>
      <w:r>
        <w:separator/>
      </w:r>
    </w:p>
  </w:footnote>
  <w:footnote w:type="continuationSeparator" w:id="0">
    <w:p w14:paraId="0C987323" w14:textId="77777777" w:rsidR="0008684E" w:rsidRDefault="0008684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792B8" w14:textId="77777777" w:rsidR="009C6912" w:rsidRDefault="009C691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14311B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C53C65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4EBE6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903C902" w14:textId="77777777" w:rsidR="00F1715C" w:rsidRPr="00D6163D" w:rsidRDefault="00F1715C" w:rsidP="00D6163D">
          <w:pPr>
            <w:pStyle w:val="Druhdokumentu"/>
          </w:pPr>
        </w:p>
      </w:tc>
    </w:tr>
  </w:tbl>
  <w:p w14:paraId="550B77F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9CD476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46FD930" w14:textId="77777777"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6672" behindDoc="0" locked="1" layoutInCell="1" allowOverlap="1" wp14:anchorId="06CAA5F5" wp14:editId="274D49CC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39037976" id="Half Frame 8" o:spid="_x0000_s1026" style="position:absolute;margin-left:251.15pt;margin-top:82.45pt;width:12.75pt;height:12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1EBFBDA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29A5DF" w14:textId="77777777" w:rsidR="00F1715C" w:rsidRPr="00D6163D" w:rsidRDefault="00F1715C" w:rsidP="00FC6389">
          <w:pPr>
            <w:pStyle w:val="Druhdokumentu"/>
          </w:pPr>
        </w:p>
      </w:tc>
    </w:tr>
    <w:tr w:rsidR="00F64786" w14:paraId="38CCEF0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3385F9C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4B89174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7B0E84E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28FA883B" w14:textId="063A5161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9744" behindDoc="0" locked="1" layoutInCell="1" allowOverlap="1" wp14:anchorId="5B14EDE0" wp14:editId="4CF69140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5818551" id="Half Frame 11" o:spid="_x0000_s1026" style="position:absolute;margin-left:428.7pt;margin-top:187.05pt;width:12.75pt;height:12.75pt;rotation:18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 w:rsidR="009C6912"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80768" behindDoc="0" locked="1" layoutInCell="1" allowOverlap="1" wp14:anchorId="0650AED0" wp14:editId="263D6E40">
          <wp:simplePos x="0" y="0"/>
          <wp:positionH relativeFrom="page">
            <wp:posOffset>466725</wp:posOffset>
          </wp:positionH>
          <wp:positionV relativeFrom="page">
            <wp:posOffset>379095</wp:posOffset>
          </wp:positionV>
          <wp:extent cx="1709420" cy="633095"/>
          <wp:effectExtent l="0" t="0" r="508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9420" cy="633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490B1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257779AF"/>
    <w:multiLevelType w:val="hybridMultilevel"/>
    <w:tmpl w:val="BDDE613C"/>
    <w:lvl w:ilvl="0" w:tplc="AA4A5AD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36842790"/>
    <w:multiLevelType w:val="hybridMultilevel"/>
    <w:tmpl w:val="12A6E9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885"/>
    <w:rsid w:val="000301A4"/>
    <w:rsid w:val="000304C2"/>
    <w:rsid w:val="00033432"/>
    <w:rsid w:val="00054F95"/>
    <w:rsid w:val="00072C1E"/>
    <w:rsid w:val="0008684E"/>
    <w:rsid w:val="000A2D85"/>
    <w:rsid w:val="000B7907"/>
    <w:rsid w:val="000E69FE"/>
    <w:rsid w:val="000F15EB"/>
    <w:rsid w:val="00107FCE"/>
    <w:rsid w:val="00114472"/>
    <w:rsid w:val="0014154A"/>
    <w:rsid w:val="001451AD"/>
    <w:rsid w:val="00151C42"/>
    <w:rsid w:val="001528CB"/>
    <w:rsid w:val="00157024"/>
    <w:rsid w:val="00161F4F"/>
    <w:rsid w:val="00170EC5"/>
    <w:rsid w:val="001747C1"/>
    <w:rsid w:val="00176FEE"/>
    <w:rsid w:val="0018596A"/>
    <w:rsid w:val="001A491C"/>
    <w:rsid w:val="001E6C86"/>
    <w:rsid w:val="00207DF5"/>
    <w:rsid w:val="0021030B"/>
    <w:rsid w:val="00224EE1"/>
    <w:rsid w:val="00231C64"/>
    <w:rsid w:val="002621F6"/>
    <w:rsid w:val="0026785D"/>
    <w:rsid w:val="00267CAB"/>
    <w:rsid w:val="002A380E"/>
    <w:rsid w:val="002A6FE2"/>
    <w:rsid w:val="002C31BF"/>
    <w:rsid w:val="002D5B64"/>
    <w:rsid w:val="002E0CD7"/>
    <w:rsid w:val="00311D90"/>
    <w:rsid w:val="00326A11"/>
    <w:rsid w:val="003400A2"/>
    <w:rsid w:val="00357BC6"/>
    <w:rsid w:val="00364241"/>
    <w:rsid w:val="00385A45"/>
    <w:rsid w:val="00392AC1"/>
    <w:rsid w:val="003956C6"/>
    <w:rsid w:val="003A6086"/>
    <w:rsid w:val="003E78CE"/>
    <w:rsid w:val="003F7A60"/>
    <w:rsid w:val="0041434F"/>
    <w:rsid w:val="004152A8"/>
    <w:rsid w:val="00415995"/>
    <w:rsid w:val="0042200C"/>
    <w:rsid w:val="0043370D"/>
    <w:rsid w:val="00440BD2"/>
    <w:rsid w:val="00450F07"/>
    <w:rsid w:val="00453CD3"/>
    <w:rsid w:val="004547AE"/>
    <w:rsid w:val="00455BC7"/>
    <w:rsid w:val="00460660"/>
    <w:rsid w:val="00460CCB"/>
    <w:rsid w:val="00477370"/>
    <w:rsid w:val="00486107"/>
    <w:rsid w:val="00491827"/>
    <w:rsid w:val="004934E7"/>
    <w:rsid w:val="00496B36"/>
    <w:rsid w:val="004B09BA"/>
    <w:rsid w:val="004C1BD0"/>
    <w:rsid w:val="004C4399"/>
    <w:rsid w:val="004C69ED"/>
    <w:rsid w:val="004C787C"/>
    <w:rsid w:val="004E5890"/>
    <w:rsid w:val="004E62AA"/>
    <w:rsid w:val="004F4B9B"/>
    <w:rsid w:val="004F6885"/>
    <w:rsid w:val="00503210"/>
    <w:rsid w:val="00511AB9"/>
    <w:rsid w:val="00520F08"/>
    <w:rsid w:val="005218EE"/>
    <w:rsid w:val="00523EA7"/>
    <w:rsid w:val="0052570B"/>
    <w:rsid w:val="005258A4"/>
    <w:rsid w:val="00542CD0"/>
    <w:rsid w:val="00553375"/>
    <w:rsid w:val="005657F6"/>
    <w:rsid w:val="005658A6"/>
    <w:rsid w:val="005736B7"/>
    <w:rsid w:val="00574FA0"/>
    <w:rsid w:val="00575E5A"/>
    <w:rsid w:val="005912FF"/>
    <w:rsid w:val="00596C7E"/>
    <w:rsid w:val="005A64E9"/>
    <w:rsid w:val="005B7793"/>
    <w:rsid w:val="005D40D6"/>
    <w:rsid w:val="0061068E"/>
    <w:rsid w:val="00611191"/>
    <w:rsid w:val="00611C10"/>
    <w:rsid w:val="00613342"/>
    <w:rsid w:val="006527DC"/>
    <w:rsid w:val="00652A08"/>
    <w:rsid w:val="00653D4A"/>
    <w:rsid w:val="00653F77"/>
    <w:rsid w:val="00660AD3"/>
    <w:rsid w:val="00671EB5"/>
    <w:rsid w:val="0069271C"/>
    <w:rsid w:val="006963B2"/>
    <w:rsid w:val="006A5570"/>
    <w:rsid w:val="006A689C"/>
    <w:rsid w:val="006B0508"/>
    <w:rsid w:val="006B29DD"/>
    <w:rsid w:val="006B3AF4"/>
    <w:rsid w:val="006B3D79"/>
    <w:rsid w:val="006C1554"/>
    <w:rsid w:val="006D6468"/>
    <w:rsid w:val="006E0578"/>
    <w:rsid w:val="006E314D"/>
    <w:rsid w:val="00710723"/>
    <w:rsid w:val="00723ED1"/>
    <w:rsid w:val="00730707"/>
    <w:rsid w:val="00743525"/>
    <w:rsid w:val="0076286B"/>
    <w:rsid w:val="007644A5"/>
    <w:rsid w:val="00764595"/>
    <w:rsid w:val="0076658C"/>
    <w:rsid w:val="00766846"/>
    <w:rsid w:val="00772289"/>
    <w:rsid w:val="0077673A"/>
    <w:rsid w:val="00782C69"/>
    <w:rsid w:val="007846E1"/>
    <w:rsid w:val="007966BC"/>
    <w:rsid w:val="007A3C01"/>
    <w:rsid w:val="007A3F83"/>
    <w:rsid w:val="007B570C"/>
    <w:rsid w:val="007D3643"/>
    <w:rsid w:val="007E4A6E"/>
    <w:rsid w:val="007F4ECB"/>
    <w:rsid w:val="007F56A7"/>
    <w:rsid w:val="00807DD0"/>
    <w:rsid w:val="00813F11"/>
    <w:rsid w:val="008311F9"/>
    <w:rsid w:val="00831E1C"/>
    <w:rsid w:val="00832664"/>
    <w:rsid w:val="008364BC"/>
    <w:rsid w:val="0084388E"/>
    <w:rsid w:val="00861EDA"/>
    <w:rsid w:val="00874B17"/>
    <w:rsid w:val="00885FC0"/>
    <w:rsid w:val="008A3568"/>
    <w:rsid w:val="008B536B"/>
    <w:rsid w:val="008C6611"/>
    <w:rsid w:val="008D03B9"/>
    <w:rsid w:val="008D3711"/>
    <w:rsid w:val="008D5C99"/>
    <w:rsid w:val="008D643C"/>
    <w:rsid w:val="008E16E2"/>
    <w:rsid w:val="008E62C9"/>
    <w:rsid w:val="008E73AC"/>
    <w:rsid w:val="008F18D6"/>
    <w:rsid w:val="00903F59"/>
    <w:rsid w:val="00904780"/>
    <w:rsid w:val="00920D2A"/>
    <w:rsid w:val="00922385"/>
    <w:rsid w:val="009223DF"/>
    <w:rsid w:val="009225E6"/>
    <w:rsid w:val="00936091"/>
    <w:rsid w:val="009403B1"/>
    <w:rsid w:val="00940D8A"/>
    <w:rsid w:val="00962258"/>
    <w:rsid w:val="009678B7"/>
    <w:rsid w:val="00971B8F"/>
    <w:rsid w:val="00972423"/>
    <w:rsid w:val="00982411"/>
    <w:rsid w:val="00992D9C"/>
    <w:rsid w:val="00996CB8"/>
    <w:rsid w:val="009B2E97"/>
    <w:rsid w:val="009B50E3"/>
    <w:rsid w:val="009B72CC"/>
    <w:rsid w:val="009C2B64"/>
    <w:rsid w:val="009C6912"/>
    <w:rsid w:val="009D030B"/>
    <w:rsid w:val="009D4EA0"/>
    <w:rsid w:val="009D5221"/>
    <w:rsid w:val="009E07F4"/>
    <w:rsid w:val="009F392E"/>
    <w:rsid w:val="009F4287"/>
    <w:rsid w:val="00A11CFD"/>
    <w:rsid w:val="00A25283"/>
    <w:rsid w:val="00A33E5E"/>
    <w:rsid w:val="00A435E0"/>
    <w:rsid w:val="00A44328"/>
    <w:rsid w:val="00A51C32"/>
    <w:rsid w:val="00A6177B"/>
    <w:rsid w:val="00A66134"/>
    <w:rsid w:val="00A66136"/>
    <w:rsid w:val="00A705A6"/>
    <w:rsid w:val="00A73621"/>
    <w:rsid w:val="00A76B27"/>
    <w:rsid w:val="00A834E2"/>
    <w:rsid w:val="00A95B55"/>
    <w:rsid w:val="00AA2855"/>
    <w:rsid w:val="00AA4CBB"/>
    <w:rsid w:val="00AA65FA"/>
    <w:rsid w:val="00AA7351"/>
    <w:rsid w:val="00AC1968"/>
    <w:rsid w:val="00AD056F"/>
    <w:rsid w:val="00AD6731"/>
    <w:rsid w:val="00B00868"/>
    <w:rsid w:val="00B15D0D"/>
    <w:rsid w:val="00B26752"/>
    <w:rsid w:val="00B3788D"/>
    <w:rsid w:val="00B41ABF"/>
    <w:rsid w:val="00B45E9E"/>
    <w:rsid w:val="00B47A24"/>
    <w:rsid w:val="00B716A7"/>
    <w:rsid w:val="00B75EE1"/>
    <w:rsid w:val="00B77481"/>
    <w:rsid w:val="00B8518B"/>
    <w:rsid w:val="00BA1477"/>
    <w:rsid w:val="00BB3740"/>
    <w:rsid w:val="00BD7E91"/>
    <w:rsid w:val="00BE701F"/>
    <w:rsid w:val="00BF180C"/>
    <w:rsid w:val="00BF374D"/>
    <w:rsid w:val="00C02D0A"/>
    <w:rsid w:val="00C03A6E"/>
    <w:rsid w:val="00C24FAB"/>
    <w:rsid w:val="00C44F6A"/>
    <w:rsid w:val="00C5682C"/>
    <w:rsid w:val="00C6553D"/>
    <w:rsid w:val="00C76762"/>
    <w:rsid w:val="00CB4A47"/>
    <w:rsid w:val="00CD1FC4"/>
    <w:rsid w:val="00CD6162"/>
    <w:rsid w:val="00CE0131"/>
    <w:rsid w:val="00CE371D"/>
    <w:rsid w:val="00CF3074"/>
    <w:rsid w:val="00D00F4A"/>
    <w:rsid w:val="00D04CCA"/>
    <w:rsid w:val="00D061C9"/>
    <w:rsid w:val="00D071AF"/>
    <w:rsid w:val="00D21061"/>
    <w:rsid w:val="00D26507"/>
    <w:rsid w:val="00D316A7"/>
    <w:rsid w:val="00D35995"/>
    <w:rsid w:val="00D4108E"/>
    <w:rsid w:val="00D6163D"/>
    <w:rsid w:val="00D61CA8"/>
    <w:rsid w:val="00D831A3"/>
    <w:rsid w:val="00DA6FFE"/>
    <w:rsid w:val="00DC3110"/>
    <w:rsid w:val="00DD46F3"/>
    <w:rsid w:val="00DD58A6"/>
    <w:rsid w:val="00DD5DE9"/>
    <w:rsid w:val="00DE56F2"/>
    <w:rsid w:val="00DF116D"/>
    <w:rsid w:val="00E1195D"/>
    <w:rsid w:val="00E27045"/>
    <w:rsid w:val="00E70762"/>
    <w:rsid w:val="00E75A35"/>
    <w:rsid w:val="00E824F1"/>
    <w:rsid w:val="00E968DE"/>
    <w:rsid w:val="00EA4E62"/>
    <w:rsid w:val="00EB104F"/>
    <w:rsid w:val="00EB2ED8"/>
    <w:rsid w:val="00ED14BD"/>
    <w:rsid w:val="00ED353D"/>
    <w:rsid w:val="00F07144"/>
    <w:rsid w:val="00F07D37"/>
    <w:rsid w:val="00F12AE1"/>
    <w:rsid w:val="00F12DEC"/>
    <w:rsid w:val="00F15820"/>
    <w:rsid w:val="00F1715C"/>
    <w:rsid w:val="00F310F8"/>
    <w:rsid w:val="00F3316E"/>
    <w:rsid w:val="00F35939"/>
    <w:rsid w:val="00F42720"/>
    <w:rsid w:val="00F45607"/>
    <w:rsid w:val="00F5290D"/>
    <w:rsid w:val="00F64786"/>
    <w:rsid w:val="00F659EB"/>
    <w:rsid w:val="00F811B4"/>
    <w:rsid w:val="00F82B22"/>
    <w:rsid w:val="00F8575D"/>
    <w:rsid w:val="00F862D6"/>
    <w:rsid w:val="00F86510"/>
    <w:rsid w:val="00F86BA6"/>
    <w:rsid w:val="00F94C3A"/>
    <w:rsid w:val="00FC6389"/>
    <w:rsid w:val="00FE3E3B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B45C07"/>
  <w14:defaultImageDpi w14:val="32767"/>
  <w15:docId w15:val="{64E9FE67-6210-4DE8-8296-2CBD53254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E5890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Adresa">
    <w:name w:val="Adresa"/>
    <w:basedOn w:val="Normln"/>
    <w:qFormat/>
    <w:rsid w:val="00653D4A"/>
    <w:pPr>
      <w:spacing w:after="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rsid w:val="0041434F"/>
  </w:style>
  <w:style w:type="paragraph" w:styleId="Prosttext">
    <w:name w:val="Plain Text"/>
    <w:basedOn w:val="Normln"/>
    <w:link w:val="ProsttextChar"/>
    <w:uiPriority w:val="99"/>
    <w:semiHidden/>
    <w:unhideWhenUsed/>
    <w:rsid w:val="00054F95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054F95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siek\AppData\Local\Packages\Microsoft.MicrosoftEdge_8wekyb3d8bbwe\TempState\Downloads\szdc_administrativni-dopis_v8_VZOR%20(2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169A38-787F-4BB6-A0E4-B69EA7C41A9E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0DBD99E-5635-4DEA-A1F0-49CA48B5A1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EE0B373-B4FC-457A-A9D1-7990AB217A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3F8239-1488-4A60-801D-A94DC458D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szdc_administrativni-dopis_v8_VZOR (2)</Template>
  <TotalTime>84</TotalTime>
  <Pages>1</Pages>
  <Words>209</Words>
  <Characters>1236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Siekelová</dc:creator>
  <cp:lastModifiedBy>Vaněk Jakub, Ing.</cp:lastModifiedBy>
  <cp:revision>8</cp:revision>
  <cp:lastPrinted>2020-07-28T11:21:00Z</cp:lastPrinted>
  <dcterms:created xsi:type="dcterms:W3CDTF">2020-09-01T07:32:00Z</dcterms:created>
  <dcterms:modified xsi:type="dcterms:W3CDTF">2020-09-01T09:11:00Z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